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1DCCFB3E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16652A">
        <w:rPr>
          <w:rFonts w:cs="Arial"/>
          <w:sz w:val="21"/>
          <w:szCs w:val="21"/>
        </w:rPr>
        <w:t>18</w:t>
      </w:r>
      <w:r w:rsidR="00AC4D45" w:rsidRPr="00D00E55">
        <w:rPr>
          <w:rFonts w:cs="Arial"/>
          <w:sz w:val="21"/>
          <w:szCs w:val="21"/>
        </w:rPr>
        <w:t>.</w:t>
      </w:r>
      <w:r w:rsidR="0016652A">
        <w:rPr>
          <w:rFonts w:cs="Arial"/>
          <w:sz w:val="21"/>
          <w:szCs w:val="21"/>
        </w:rPr>
        <w:t>0</w:t>
      </w:r>
      <w:r w:rsidR="00D0429F">
        <w:rPr>
          <w:rFonts w:cs="Arial"/>
          <w:sz w:val="21"/>
          <w:szCs w:val="21"/>
        </w:rPr>
        <w:t>1</w:t>
      </w:r>
      <w:r w:rsidR="00AC4D45" w:rsidRPr="00D00E55">
        <w:rPr>
          <w:rFonts w:cs="Arial"/>
          <w:sz w:val="21"/>
          <w:szCs w:val="21"/>
        </w:rPr>
        <w:t>.202</w:t>
      </w:r>
      <w:r w:rsidR="0016652A">
        <w:rPr>
          <w:rFonts w:cs="Arial"/>
          <w:sz w:val="21"/>
          <w:szCs w:val="21"/>
        </w:rPr>
        <w:t>4</w:t>
      </w:r>
      <w:r w:rsidR="00AC4D45" w:rsidRPr="00D00E55">
        <w:rPr>
          <w:rFonts w:cs="Arial"/>
          <w:sz w:val="21"/>
          <w:szCs w:val="21"/>
        </w:rPr>
        <w:t>.a nr JV-MAA-1/</w:t>
      </w:r>
      <w:r w:rsidR="00D23A02">
        <w:rPr>
          <w:rFonts w:cs="Arial"/>
          <w:sz w:val="21"/>
          <w:szCs w:val="21"/>
        </w:rPr>
        <w:t>358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36651544" w14:textId="0F98C375" w:rsidR="004C151D" w:rsidRDefault="004C151D" w:rsidP="003C697E">
      <w:pPr>
        <w:rPr>
          <w:rFonts w:cs="Arial"/>
          <w:sz w:val="21"/>
          <w:szCs w:val="21"/>
        </w:rPr>
      </w:pPr>
    </w:p>
    <w:p w14:paraId="728F099C" w14:textId="77777777" w:rsidR="00EA468E" w:rsidRPr="00D00E55" w:rsidRDefault="00EA468E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9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0B22BD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0B22BD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0B22BD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Pr="00D00E55">
              <w:rPr>
                <w:rFonts w:cs="Arial"/>
                <w:b/>
                <w:sz w:val="21"/>
                <w:szCs w:val="21"/>
              </w:rPr>
              <w:t>Kadaka tee 63/1, 12915 Tallinn</w:t>
            </w:r>
          </w:p>
        </w:tc>
      </w:tr>
      <w:tr w:rsidR="003C697E" w:rsidRPr="00D00E55" w14:paraId="31EF61D8" w14:textId="77777777" w:rsidTr="000B22BD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4CE8C8ED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Andra 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>McManus</w:t>
            </w:r>
          </w:p>
        </w:tc>
      </w:tr>
      <w:tr w:rsidR="003C697E" w:rsidRPr="00D00E55" w14:paraId="0A8E4FF4" w14:textId="77777777" w:rsidTr="000B22BD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07A63235" w:rsidR="003C697E" w:rsidRPr="00D00E55" w:rsidRDefault="003C697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0B22BD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12560AC1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5B46F8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0B22BD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0B22BD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43688A34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D1086C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0B22BD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0B22BD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0B22BD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2B06037D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nimetus ja number: 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LR8822</w:t>
            </w:r>
            <w:r w:rsidR="001F4440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1F4440">
              <w:rPr>
                <w:rFonts w:cs="Arial"/>
                <w:b/>
                <w:sz w:val="21"/>
                <w:szCs w:val="21"/>
              </w:rPr>
              <w:t>„</w:t>
            </w:r>
            <w:r w:rsidR="00BB22A8">
              <w:rPr>
                <w:rFonts w:cs="Arial"/>
                <w:b/>
                <w:sz w:val="21"/>
                <w:szCs w:val="21"/>
              </w:rPr>
              <w:t xml:space="preserve">Hapniku 1 võrgu rekonstrueerimine </w:t>
            </w:r>
            <w:r w:rsidR="0016652A">
              <w:rPr>
                <w:rFonts w:cs="Arial"/>
                <w:b/>
                <w:sz w:val="21"/>
                <w:szCs w:val="21"/>
              </w:rPr>
              <w:t>4</w:t>
            </w:r>
            <w:r w:rsidR="00BB22A8">
              <w:rPr>
                <w:rFonts w:cs="Arial"/>
                <w:b/>
                <w:sz w:val="21"/>
                <w:szCs w:val="21"/>
              </w:rPr>
              <w:t xml:space="preserve"> etapp, Viljandi vald, Viljandimaa</w:t>
            </w:r>
            <w:r w:rsidR="00D1086C">
              <w:rPr>
                <w:rFonts w:cs="Arial"/>
                <w:b/>
                <w:sz w:val="21"/>
                <w:szCs w:val="21"/>
              </w:rPr>
              <w:t xml:space="preserve">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0B22B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0B22BD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59CC549E" w:rsidR="003C697E" w:rsidRPr="00D00E55" w:rsidRDefault="0016652A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21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</w:t>
            </w:r>
            <w:r w:rsidR="00BB22A8">
              <w:rPr>
                <w:rFonts w:cs="Arial"/>
                <w:b/>
                <w:sz w:val="21"/>
                <w:szCs w:val="21"/>
                <w:lang w:val="en-US"/>
              </w:rPr>
              <w:t>1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1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.202</w:t>
            </w:r>
            <w:r w:rsidR="00D1086C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 xml:space="preserve"> nr 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7.1-2/2</w:t>
            </w:r>
            <w:r w:rsidR="00B0539F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/</w:t>
            </w:r>
            <w:r w:rsidR="00BB22A8">
              <w:rPr>
                <w:rFonts w:cs="Arial"/>
                <w:b/>
                <w:sz w:val="21"/>
                <w:szCs w:val="21"/>
                <w:lang w:val="en-US"/>
              </w:rPr>
              <w:t>2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2</w:t>
            </w:r>
            <w:r w:rsidR="00BB22A8">
              <w:rPr>
                <w:rFonts w:cs="Arial"/>
                <w:b/>
                <w:sz w:val="21"/>
                <w:szCs w:val="21"/>
                <w:lang w:val="en-US"/>
              </w:rPr>
              <w:t>9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72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 w:rsidR="00D0429F">
              <w:rPr>
                <w:rFonts w:cs="Arial"/>
                <w:b/>
                <w:sz w:val="21"/>
                <w:szCs w:val="21"/>
                <w:lang w:val="en-US"/>
              </w:rPr>
              <w:t>2</w:t>
            </w:r>
          </w:p>
        </w:tc>
      </w:tr>
      <w:tr w:rsidR="003C697E" w:rsidRPr="00D00E55" w14:paraId="5D55EAE1" w14:textId="77777777" w:rsidTr="000B22B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CDA68F0" w14:textId="54CD2450" w:rsidR="00D0429F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52 Viljandi – Rõngu tee</w:t>
            </w:r>
          </w:p>
          <w:p w14:paraId="7A565709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1C35885F" w14:textId="77777777" w:rsidTr="000B22BD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75FB3DD9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89</w:t>
            </w:r>
            <w:r w:rsidR="0016652A">
              <w:rPr>
                <w:rFonts w:cs="Arial"/>
                <w:b/>
                <w:bCs/>
                <w:sz w:val="21"/>
                <w:szCs w:val="21"/>
              </w:rPr>
              <w:t>2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01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:00</w:t>
            </w:r>
            <w:r w:rsidR="0016652A">
              <w:rPr>
                <w:rFonts w:cs="Arial"/>
                <w:b/>
                <w:bCs/>
                <w:sz w:val="21"/>
                <w:szCs w:val="21"/>
              </w:rPr>
              <w:t>4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: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1</w:t>
            </w:r>
            <w:r w:rsidR="0016652A">
              <w:rPr>
                <w:rFonts w:cs="Arial"/>
                <w:b/>
                <w:bCs/>
                <w:sz w:val="21"/>
                <w:szCs w:val="21"/>
              </w:rPr>
              <w:t>820</w:t>
            </w:r>
          </w:p>
        </w:tc>
      </w:tr>
      <w:tr w:rsidR="003C697E" w:rsidRPr="00D00E55" w14:paraId="690D6352" w14:textId="77777777" w:rsidTr="000B22BD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5CDC05DB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52</w:t>
            </w:r>
            <w:r w:rsidR="005B46F8"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Viljandi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Rõngu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</w:tc>
      </w:tr>
      <w:tr w:rsidR="003C697E" w:rsidRPr="00D00E55" w14:paraId="6951443C" w14:textId="77777777" w:rsidTr="000B22BD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43C57903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kinnisvararegistri objekti kood:</w:t>
            </w:r>
            <w:r w:rsidR="008062B2">
              <w:rPr>
                <w:rFonts w:cs="Arial"/>
                <w:sz w:val="21"/>
                <w:szCs w:val="21"/>
              </w:rPr>
              <w:t xml:space="preserve"> </w:t>
            </w:r>
            <w:r w:rsidR="005B46F8" w:rsidRPr="00EA468E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16652A">
              <w:rPr>
                <w:rFonts w:cs="Arial"/>
                <w:b/>
                <w:bCs/>
                <w:sz w:val="21"/>
                <w:szCs w:val="21"/>
              </w:rPr>
              <w:t>9353</w:t>
            </w:r>
          </w:p>
        </w:tc>
      </w:tr>
      <w:tr w:rsidR="003C697E" w:rsidRPr="00D00E55" w14:paraId="2006F7ED" w14:textId="77777777" w:rsidTr="000B22B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C90776C" w14:textId="5BC353AD" w:rsidR="003C697E" w:rsidRPr="00A1710C" w:rsidRDefault="003C697E" w:rsidP="004844A2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="008062B2"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16652A">
              <w:rPr>
                <w:rFonts w:cs="Arial"/>
                <w:b/>
                <w:bCs/>
                <w:sz w:val="21"/>
                <w:szCs w:val="21"/>
              </w:rPr>
              <w:t>10271650</w:t>
            </w:r>
          </w:p>
          <w:p w14:paraId="6D423563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5DEA5556" w14:textId="77777777" w:rsidTr="000B22B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32BD17EA" w:rsidR="003C697E" w:rsidRPr="00D00E55" w:rsidRDefault="001F4440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  <w:tr w:rsidR="00EC413D" w:rsidRPr="00D00E55" w14:paraId="6F14956A" w14:textId="77777777" w:rsidTr="000B22BD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161DAE2F" w14:textId="0D8560F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2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0BB00470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7AA6FB79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730A5966" w14:textId="47408311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89</w:t>
            </w:r>
            <w:r w:rsidR="0016652A">
              <w:rPr>
                <w:rFonts w:cs="Arial"/>
                <w:b/>
                <w:bCs/>
                <w:sz w:val="21"/>
                <w:szCs w:val="21"/>
              </w:rPr>
              <w:t>2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01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:00</w:t>
            </w:r>
            <w:r w:rsidR="0016652A">
              <w:rPr>
                <w:rFonts w:cs="Arial"/>
                <w:b/>
                <w:bCs/>
                <w:sz w:val="21"/>
                <w:szCs w:val="21"/>
              </w:rPr>
              <w:t>4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: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03</w:t>
            </w:r>
            <w:r w:rsidR="0016652A">
              <w:rPr>
                <w:rFonts w:cs="Arial"/>
                <w:b/>
                <w:bCs/>
                <w:sz w:val="21"/>
                <w:szCs w:val="21"/>
              </w:rPr>
              <w:t>66</w:t>
            </w:r>
          </w:p>
        </w:tc>
      </w:tr>
      <w:tr w:rsidR="00EC413D" w:rsidRPr="00D00E55" w14:paraId="0EBA34BA" w14:textId="77777777" w:rsidTr="000B22BD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3B4EAFD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4EA7998A" w14:textId="352C0466" w:rsidR="00EC413D" w:rsidRPr="00D00E55" w:rsidRDefault="00EC413D" w:rsidP="00EC413D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5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2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V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iljandi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Rõngu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</w:tc>
      </w:tr>
      <w:tr w:rsidR="00EC413D" w:rsidRPr="00D00E55" w14:paraId="292CA4BE" w14:textId="77777777" w:rsidTr="000B22BD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8858523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55140B8" w14:textId="7A5EBD65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>
              <w:rPr>
                <w:rFonts w:cs="Arial"/>
                <w:b/>
                <w:bCs/>
                <w:noProof/>
                <w:sz w:val="21"/>
                <w:szCs w:val="21"/>
              </w:rPr>
              <w:t>KV</w:t>
            </w:r>
            <w:r w:rsidR="0016652A">
              <w:rPr>
                <w:rFonts w:cs="Arial"/>
                <w:b/>
                <w:bCs/>
                <w:noProof/>
                <w:sz w:val="21"/>
                <w:szCs w:val="21"/>
              </w:rPr>
              <w:t>48463</w:t>
            </w:r>
          </w:p>
        </w:tc>
      </w:tr>
      <w:tr w:rsidR="00EC413D" w:rsidRPr="00D00E55" w14:paraId="4E0E8574" w14:textId="77777777" w:rsidTr="000B22B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0B8D4F5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4F9BCAA" w14:textId="4FC8029F" w:rsidR="00EC413D" w:rsidRDefault="00EC413D" w:rsidP="00EC413D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BB22A8">
              <w:rPr>
                <w:rFonts w:cs="Arial"/>
                <w:b/>
                <w:bCs/>
                <w:iCs/>
                <w:sz w:val="21"/>
                <w:szCs w:val="21"/>
              </w:rPr>
              <w:t>4</w:t>
            </w:r>
            <w:r w:rsidR="0016652A">
              <w:rPr>
                <w:rFonts w:cs="Arial"/>
                <w:b/>
                <w:bCs/>
                <w:iCs/>
                <w:sz w:val="21"/>
                <w:szCs w:val="21"/>
              </w:rPr>
              <w:t>001039</w:t>
            </w:r>
          </w:p>
          <w:p w14:paraId="65F14FC4" w14:textId="73DA9BF7" w:rsidR="00EA468E" w:rsidRPr="00EA468E" w:rsidRDefault="00EA468E" w:rsidP="00EC413D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-----------------------------------------------------------------------------------------</w:t>
            </w:r>
          </w:p>
          <w:p w14:paraId="35991D87" w14:textId="34CADD69" w:rsidR="00EA468E" w:rsidRPr="00D00E55" w:rsidRDefault="00EA468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  <w:bookmarkEnd w:id="1"/>
    </w:tbl>
    <w:p w14:paraId="29DD33C1" w14:textId="77777777" w:rsidR="003E49FA" w:rsidRDefault="003E49FA" w:rsidP="00E014E3">
      <w:pPr>
        <w:rPr>
          <w:rFonts w:ascii="Times New Roman" w:hAnsi="Times New Roman"/>
          <w:lang w:val="et-EE"/>
        </w:rPr>
      </w:pPr>
    </w:p>
    <w:p w14:paraId="010E479D" w14:textId="5140EE05" w:rsidR="000B22BD" w:rsidRDefault="000B22BD" w:rsidP="00E014E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lastRenderedPageBreak/>
        <w:t>Lugupidamisega</w:t>
      </w:r>
    </w:p>
    <w:p w14:paraId="2FAE8274" w14:textId="77777777" w:rsidR="000B22BD" w:rsidRDefault="000B22BD" w:rsidP="00E014E3">
      <w:pPr>
        <w:rPr>
          <w:rFonts w:ascii="Times New Roman" w:hAnsi="Times New Roman"/>
          <w:lang w:val="et-EE"/>
        </w:rPr>
      </w:pPr>
    </w:p>
    <w:p w14:paraId="614995A1" w14:textId="7F98F433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EFE261E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</w:p>
    <w:p w14:paraId="57092490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 xml:space="preserve">Kaido Kivisild </w:t>
      </w:r>
    </w:p>
    <w:p w14:paraId="14CC9616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Elektrilevi OÜ volitatud esindaja</w:t>
      </w:r>
    </w:p>
    <w:p w14:paraId="07A68171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Tel: 510 5657</w:t>
      </w:r>
    </w:p>
    <w:p w14:paraId="5BC2FF06" w14:textId="7DA7B0B9" w:rsidR="004C151D" w:rsidRPr="00D00E55" w:rsidRDefault="00E014E3" w:rsidP="003F6662">
      <w:pPr>
        <w:rPr>
          <w:rFonts w:cs="Arial"/>
          <w:sz w:val="21"/>
          <w:szCs w:val="21"/>
        </w:rPr>
      </w:pPr>
      <w:r w:rsidRPr="00E631EC">
        <w:rPr>
          <w:rFonts w:ascii="Times New Roman" w:hAnsi="Times New Roman"/>
          <w:lang w:val="et-EE"/>
        </w:rPr>
        <w:t>E-</w:t>
      </w:r>
      <w:r>
        <w:rPr>
          <w:rFonts w:ascii="Times New Roman" w:hAnsi="Times New Roman"/>
          <w:lang w:val="et-EE"/>
        </w:rPr>
        <w:t>post</w:t>
      </w:r>
      <w:r w:rsidRPr="00E631EC">
        <w:rPr>
          <w:rFonts w:ascii="Times New Roman" w:hAnsi="Times New Roman"/>
          <w:lang w:val="et-EE"/>
        </w:rPr>
        <w:t>: kaido.kivisild@</w:t>
      </w:r>
      <w:r w:rsidR="009E7312">
        <w:rPr>
          <w:rFonts w:ascii="Times New Roman" w:hAnsi="Times New Roman"/>
          <w:lang w:val="et-EE"/>
        </w:rPr>
        <w:t>energia</w:t>
      </w:r>
      <w:r w:rsidRPr="00E631EC">
        <w:rPr>
          <w:rFonts w:ascii="Times New Roman" w:hAnsi="Times New Roman"/>
          <w:lang w:val="et-EE"/>
        </w:rPr>
        <w:t xml:space="preserve">.ee </w:t>
      </w:r>
    </w:p>
    <w:sectPr w:rsidR="004C151D" w:rsidRPr="00D00E55" w:rsidSect="009C6051">
      <w:headerReference w:type="first" r:id="rId11"/>
      <w:footerReference w:type="first" r:id="rId12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Tallinn</w:t>
          </w:r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Reg. kood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770311">
    <w:abstractNumId w:val="10"/>
  </w:num>
  <w:num w:numId="2" w16cid:durableId="315498174">
    <w:abstractNumId w:val="8"/>
  </w:num>
  <w:num w:numId="3" w16cid:durableId="1014770159">
    <w:abstractNumId w:val="7"/>
  </w:num>
  <w:num w:numId="4" w16cid:durableId="1546025211">
    <w:abstractNumId w:val="6"/>
  </w:num>
  <w:num w:numId="5" w16cid:durableId="782840617">
    <w:abstractNumId w:val="5"/>
  </w:num>
  <w:num w:numId="6" w16cid:durableId="977538374">
    <w:abstractNumId w:val="9"/>
  </w:num>
  <w:num w:numId="7" w16cid:durableId="763458358">
    <w:abstractNumId w:val="4"/>
  </w:num>
  <w:num w:numId="8" w16cid:durableId="274212579">
    <w:abstractNumId w:val="3"/>
  </w:num>
  <w:num w:numId="9" w16cid:durableId="846746619">
    <w:abstractNumId w:val="2"/>
  </w:num>
  <w:num w:numId="10" w16cid:durableId="1465275561">
    <w:abstractNumId w:val="1"/>
  </w:num>
  <w:num w:numId="11" w16cid:durableId="471022971">
    <w:abstractNumId w:val="0"/>
  </w:num>
  <w:num w:numId="12" w16cid:durableId="38357300">
    <w:abstractNumId w:val="13"/>
  </w:num>
  <w:num w:numId="13" w16cid:durableId="374500938">
    <w:abstractNumId w:val="11"/>
  </w:num>
  <w:num w:numId="14" w16cid:durableId="17241390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22BD"/>
    <w:rsid w:val="000B739A"/>
    <w:rsid w:val="00112A50"/>
    <w:rsid w:val="001159C3"/>
    <w:rsid w:val="00125920"/>
    <w:rsid w:val="0016652A"/>
    <w:rsid w:val="00167B4C"/>
    <w:rsid w:val="001C1176"/>
    <w:rsid w:val="001C6D20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70E7A"/>
    <w:rsid w:val="003B2301"/>
    <w:rsid w:val="003C697E"/>
    <w:rsid w:val="003E49FA"/>
    <w:rsid w:val="003F0D3F"/>
    <w:rsid w:val="003F6662"/>
    <w:rsid w:val="004029A9"/>
    <w:rsid w:val="004272A3"/>
    <w:rsid w:val="0044408C"/>
    <w:rsid w:val="004475AB"/>
    <w:rsid w:val="004844A2"/>
    <w:rsid w:val="004A49E9"/>
    <w:rsid w:val="004C151D"/>
    <w:rsid w:val="004E4258"/>
    <w:rsid w:val="004F3B24"/>
    <w:rsid w:val="00531E0D"/>
    <w:rsid w:val="005A1A54"/>
    <w:rsid w:val="005B46F8"/>
    <w:rsid w:val="006125ED"/>
    <w:rsid w:val="006165B9"/>
    <w:rsid w:val="006170E8"/>
    <w:rsid w:val="0064512F"/>
    <w:rsid w:val="00662F73"/>
    <w:rsid w:val="006A4257"/>
    <w:rsid w:val="006B4E07"/>
    <w:rsid w:val="006D2A93"/>
    <w:rsid w:val="006D5424"/>
    <w:rsid w:val="006F32B2"/>
    <w:rsid w:val="00700C66"/>
    <w:rsid w:val="00731CF9"/>
    <w:rsid w:val="00781246"/>
    <w:rsid w:val="007A59AB"/>
    <w:rsid w:val="007D0A82"/>
    <w:rsid w:val="007E572F"/>
    <w:rsid w:val="008062B2"/>
    <w:rsid w:val="00841FA1"/>
    <w:rsid w:val="008A7B36"/>
    <w:rsid w:val="008C4F88"/>
    <w:rsid w:val="008F5561"/>
    <w:rsid w:val="00910E3A"/>
    <w:rsid w:val="00925B3A"/>
    <w:rsid w:val="00966F5D"/>
    <w:rsid w:val="0098637E"/>
    <w:rsid w:val="009C6051"/>
    <w:rsid w:val="009E7312"/>
    <w:rsid w:val="00A1209E"/>
    <w:rsid w:val="00A1710C"/>
    <w:rsid w:val="00A52EC2"/>
    <w:rsid w:val="00A540D6"/>
    <w:rsid w:val="00A629B7"/>
    <w:rsid w:val="00A8710E"/>
    <w:rsid w:val="00AA3134"/>
    <w:rsid w:val="00AC4D45"/>
    <w:rsid w:val="00AE6798"/>
    <w:rsid w:val="00B04FBC"/>
    <w:rsid w:val="00B0539F"/>
    <w:rsid w:val="00B34061"/>
    <w:rsid w:val="00BB22A8"/>
    <w:rsid w:val="00C277E4"/>
    <w:rsid w:val="00C43B2E"/>
    <w:rsid w:val="00C543C6"/>
    <w:rsid w:val="00D00E55"/>
    <w:rsid w:val="00D0429F"/>
    <w:rsid w:val="00D0729B"/>
    <w:rsid w:val="00D1086C"/>
    <w:rsid w:val="00D23295"/>
    <w:rsid w:val="00D23A02"/>
    <w:rsid w:val="00D56A6D"/>
    <w:rsid w:val="00DD5138"/>
    <w:rsid w:val="00E00BE0"/>
    <w:rsid w:val="00E014E3"/>
    <w:rsid w:val="00E1787F"/>
    <w:rsid w:val="00E461B2"/>
    <w:rsid w:val="00E82685"/>
    <w:rsid w:val="00EA468E"/>
    <w:rsid w:val="00EB19D9"/>
    <w:rsid w:val="00EC413D"/>
    <w:rsid w:val="00ED0B07"/>
    <w:rsid w:val="00ED24D9"/>
    <w:rsid w:val="00F31AB4"/>
    <w:rsid w:val="00F40BF6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4</TotalTime>
  <Pages>2</Pages>
  <Words>183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3</cp:revision>
  <cp:lastPrinted>2023-12-22T07:50:00Z</cp:lastPrinted>
  <dcterms:created xsi:type="dcterms:W3CDTF">2024-01-18T12:25:00Z</dcterms:created>
  <dcterms:modified xsi:type="dcterms:W3CDTF">2024-01-18T12:26:00Z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